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EA6" w:rsidRDefault="00DB4EA6" w:rsidP="00DB4EA6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DB4EA6" w:rsidRPr="008273DD" w:rsidRDefault="00DB4EA6" w:rsidP="00DB4EA6">
      <w:pPr>
        <w:rPr>
          <w:sz w:val="32"/>
          <w:szCs w:val="32"/>
        </w:rPr>
      </w:pPr>
    </w:p>
    <w:p w:rsidR="00F22C36" w:rsidRPr="00F22C36" w:rsidRDefault="00F22C36" w:rsidP="00F22C36">
      <w:pPr>
        <w:pStyle w:val="berschrift4"/>
        <w:spacing w:line="360" w:lineRule="auto"/>
        <w:rPr>
          <w:sz w:val="32"/>
          <w:szCs w:val="32"/>
        </w:rPr>
      </w:pPr>
      <w:r w:rsidRPr="00F22C36">
        <w:rPr>
          <w:sz w:val="32"/>
          <w:szCs w:val="32"/>
        </w:rPr>
        <w:t>Aufgabe 8</w:t>
      </w:r>
      <w:r w:rsidR="007E3FE3">
        <w:rPr>
          <w:sz w:val="32"/>
          <w:szCs w:val="32"/>
        </w:rPr>
        <w:t>a</w:t>
      </w:r>
    </w:p>
    <w:p w:rsidR="00F22C36" w:rsidRPr="00F22C36" w:rsidRDefault="00F22C36" w:rsidP="00F22C36">
      <w:pPr>
        <w:spacing w:line="360" w:lineRule="auto"/>
        <w:rPr>
          <w:sz w:val="32"/>
          <w:szCs w:val="32"/>
        </w:rPr>
      </w:pPr>
      <w:r w:rsidRPr="00F22C36">
        <w:rPr>
          <w:sz w:val="32"/>
          <w:szCs w:val="32"/>
        </w:rPr>
        <w:t>Max hat begonnen, ein Dreieck an der Geraden g zu spiegeln.</w:t>
      </w:r>
      <w:bookmarkStart w:id="0" w:name="_GoBack"/>
      <w:bookmarkEnd w:id="0"/>
    </w:p>
    <w:p w:rsidR="00F22C36" w:rsidRPr="00F22C36" w:rsidRDefault="007E3FE3" w:rsidP="00F22C36">
      <w:pPr>
        <w:pStyle w:val="Liste"/>
        <w:spacing w:line="360" w:lineRule="auto"/>
        <w:rPr>
          <w:rFonts w:eastAsia="Times New Roman"/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367030</wp:posOffset>
                </wp:positionV>
                <wp:extent cx="6538595" cy="4377690"/>
                <wp:effectExtent l="0" t="19050" r="0" b="381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8595" cy="4377690"/>
                          <a:chOff x="0" y="0"/>
                          <a:chExt cx="6538595" cy="4377690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1800225"/>
                            <a:ext cx="2543175" cy="2577465"/>
                            <a:chOff x="0" y="0"/>
                            <a:chExt cx="2543175" cy="2577465"/>
                          </a:xfrm>
                        </wpg:grpSpPr>
                        <wps:wsp>
                          <wps:cNvPr id="1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8000" cy="482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F22C36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750" y="2032000"/>
                              <a:ext cx="733425" cy="5454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F22C36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7550" y="88900"/>
                              <a:ext cx="555625" cy="574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F22C36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 w:val="32"/>
                                    <w:szCs w:val="3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Freihandform 3"/>
                          <wps:cNvSpPr/>
                          <wps:spPr>
                            <a:xfrm rot="4736444">
                              <a:off x="355600" y="241300"/>
                              <a:ext cx="1929177" cy="1670860"/>
                            </a:xfrm>
                            <a:custGeom>
                              <a:avLst/>
                              <a:gdLst>
                                <a:gd name="connsiteX0" fmla="*/ 0 w 1657350"/>
                                <a:gd name="connsiteY0" fmla="*/ 2214563 h 2214563"/>
                                <a:gd name="connsiteX1" fmla="*/ 552450 w 1657350"/>
                                <a:gd name="connsiteY1" fmla="*/ 0 h 2214563"/>
                                <a:gd name="connsiteX2" fmla="*/ 1657350 w 1657350"/>
                                <a:gd name="connsiteY2" fmla="*/ 1652588 h 2214563"/>
                                <a:gd name="connsiteX3" fmla="*/ 0 w 1657350"/>
                                <a:gd name="connsiteY3" fmla="*/ 2214563 h 2214563"/>
                                <a:gd name="connsiteX0" fmla="*/ 0 w 1590675"/>
                                <a:gd name="connsiteY0" fmla="*/ 2100247 h 2100247"/>
                                <a:gd name="connsiteX1" fmla="*/ 485775 w 1590675"/>
                                <a:gd name="connsiteY1" fmla="*/ 0 h 2100247"/>
                                <a:gd name="connsiteX2" fmla="*/ 1590675 w 1590675"/>
                                <a:gd name="connsiteY2" fmla="*/ 1652588 h 2100247"/>
                                <a:gd name="connsiteX3" fmla="*/ 0 w 1590675"/>
                                <a:gd name="connsiteY3" fmla="*/ 2100247 h 2100247"/>
                                <a:gd name="connsiteX0" fmla="*/ 0 w 1647825"/>
                                <a:gd name="connsiteY0" fmla="*/ 2209801 h 2209801"/>
                                <a:gd name="connsiteX1" fmla="*/ 542925 w 1647825"/>
                                <a:gd name="connsiteY1" fmla="*/ 0 h 2209801"/>
                                <a:gd name="connsiteX2" fmla="*/ 1647825 w 1647825"/>
                                <a:gd name="connsiteY2" fmla="*/ 1652588 h 2209801"/>
                                <a:gd name="connsiteX3" fmla="*/ 0 w 1647825"/>
                                <a:gd name="connsiteY3" fmla="*/ 2209801 h 2209801"/>
                                <a:gd name="connsiteX0" fmla="*/ 0 w 2296046"/>
                                <a:gd name="connsiteY0" fmla="*/ 2209801 h 2209801"/>
                                <a:gd name="connsiteX1" fmla="*/ 542925 w 2296046"/>
                                <a:gd name="connsiteY1" fmla="*/ 0 h 2209801"/>
                                <a:gd name="connsiteX2" fmla="*/ 2296046 w 2296046"/>
                                <a:gd name="connsiteY2" fmla="*/ 1514009 h 2209801"/>
                                <a:gd name="connsiteX3" fmla="*/ 0 w 2296046"/>
                                <a:gd name="connsiteY3" fmla="*/ 2209801 h 2209801"/>
                                <a:gd name="connsiteX0" fmla="*/ 0 w 2296046"/>
                                <a:gd name="connsiteY0" fmla="*/ 2091024 h 2091024"/>
                                <a:gd name="connsiteX1" fmla="*/ 720324 w 2296046"/>
                                <a:gd name="connsiteY1" fmla="*/ 0 h 2091024"/>
                                <a:gd name="connsiteX2" fmla="*/ 2296046 w 2296046"/>
                                <a:gd name="connsiteY2" fmla="*/ 1395232 h 2091024"/>
                                <a:gd name="connsiteX3" fmla="*/ 0 w 2296046"/>
                                <a:gd name="connsiteY3" fmla="*/ 2091024 h 2091024"/>
                                <a:gd name="connsiteX0" fmla="*/ 0 w 1929177"/>
                                <a:gd name="connsiteY0" fmla="*/ 1670861 h 1670861"/>
                                <a:gd name="connsiteX1" fmla="*/ 353455 w 1929177"/>
                                <a:gd name="connsiteY1" fmla="*/ 0 h 1670861"/>
                                <a:gd name="connsiteX2" fmla="*/ 1929177 w 1929177"/>
                                <a:gd name="connsiteY2" fmla="*/ 1395232 h 1670861"/>
                                <a:gd name="connsiteX3" fmla="*/ 0 w 1929177"/>
                                <a:gd name="connsiteY3" fmla="*/ 1670861 h 16708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29177" h="1670861">
                                  <a:moveTo>
                                    <a:pt x="0" y="1670861"/>
                                  </a:moveTo>
                                  <a:lnTo>
                                    <a:pt x="353455" y="0"/>
                                  </a:lnTo>
                                  <a:lnTo>
                                    <a:pt x="1929177" y="1395232"/>
                                  </a:lnTo>
                                  <a:lnTo>
                                    <a:pt x="0" y="16708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pieren 12"/>
                        <wpg:cNvGrpSpPr/>
                        <wpg:grpSpPr>
                          <a:xfrm>
                            <a:off x="1800225" y="0"/>
                            <a:ext cx="2351405" cy="3416300"/>
                            <a:chOff x="0" y="0"/>
                            <a:chExt cx="2351405" cy="3416300"/>
                          </a:xfrm>
                        </wpg:grpSpPr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0" y="2800350"/>
                              <a:ext cx="636905" cy="615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F22C36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 w:val="32"/>
                                    <w:szCs w:val="32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0" y="0"/>
                              <a:ext cx="1803400" cy="28130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3362325" y="714375"/>
                            <a:ext cx="3176270" cy="956945"/>
                            <a:chOff x="0" y="0"/>
                            <a:chExt cx="3176270" cy="956945"/>
                          </a:xfrm>
                        </wpg:grpSpPr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692785" cy="6140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F22C36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 w:val="32"/>
                                    <w:szCs w:val="32"/>
                                  </w:rPr>
                                  <w:t>B‘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8875" y="0"/>
                              <a:ext cx="747395" cy="6692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C36" w:rsidRPr="00F22C36" w:rsidRDefault="007E3FE3" w:rsidP="00F22C3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A</w:t>
                                </w:r>
                                <w:r w:rsidR="00F22C36" w:rsidRPr="00F22C36">
                                  <w:rPr>
                                    <w:sz w:val="32"/>
                                    <w:szCs w:val="32"/>
                                  </w:rPr>
                                  <w:t>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Gerader Verbinder 8"/>
                          <wps:cNvCnPr/>
                          <wps:spPr>
                            <a:xfrm flipV="1">
                              <a:off x="266700" y="133350"/>
                              <a:ext cx="2120900" cy="22225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left:0;text-align:left;margin-left:195.05pt;margin-top:28.9pt;width:514.85pt;height:344.7pt;z-index:251664384" coordsize="65385,4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">
                <v:group id="Gruppieren 7" o:spid="_x0000_s1027" style="position:absolute;top:18002;width:25431;height:25774" coordsize="25431,2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width:5080;height:4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F22C36" w:rsidRPr="00F22C36" w:rsidRDefault="00F22C36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22C36">
                            <w:rPr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feld 2" o:spid="_x0000_s1029" type="#_x0000_t202" style="position:absolute;left:9207;top:20320;width:7334;height:5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:rsidR="00F22C36" w:rsidRPr="00F22C36" w:rsidRDefault="00F22C36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22C36">
                            <w:rPr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19875;top:889;width:5556;height:5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F22C36" w:rsidRPr="00F22C36" w:rsidRDefault="00F22C36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22C36">
                            <w:rPr>
                              <w:sz w:val="32"/>
                              <w:szCs w:val="32"/>
                            </w:rPr>
                            <w:t>B</w:t>
                          </w:r>
                        </w:p>
                      </w:txbxContent>
                    </v:textbox>
                  </v:shape>
                  <v:shape id="Freihandform 3" o:spid="_x0000_s1031" style="position:absolute;left:3556;top:2412;width:19292;height:16709;rotation:5173460fd;visibility:visible;mso-wrap-style:square;v-text-anchor:middle" coordsize="1929177,167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" path="m,1670861l353455,,1929177,1395232,,1670861xe" filled="f" strokecolor="red" strokeweight="3pt">
                    <v:path arrowok="t" o:connecttype="custom" o:connectlocs="0,1670860;353455,0;1929177,1395231;0,1670860" o:connectangles="0,0,0,0"/>
                  </v:shape>
                </v:group>
                <v:group id="Gruppieren 12" o:spid="_x0000_s1032" style="position:absolute;left:18002;width:23514;height:34163" coordsize="23514,3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feld 2" o:spid="_x0000_s1033" type="#_x0000_t202" style="position:absolute;left:17145;top:28003;width:6369;height: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F22C36" w:rsidRPr="00F22C36" w:rsidRDefault="00F22C36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22C36">
                            <w:rPr>
                              <w:sz w:val="32"/>
                              <w:szCs w:val="32"/>
                            </w:rPr>
                            <w:t>g</w:t>
                          </w:r>
                        </w:p>
                      </w:txbxContent>
                    </v:textbox>
                  </v:shape>
                  <v:line id="Gerader Verbinder 5" o:spid="_x0000_s1034" style="position:absolute;visibility:visible;mso-wrap-style:square" from="0,0" to="18034,28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" strokecolor="#00b0f0" strokeweight="2.25pt"/>
                </v:group>
                <v:group id="Gruppieren 9" o:spid="_x0000_s1035" style="position:absolute;left:33623;top:7143;width:31762;height:9570" coordsize="31762,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feld 2" o:spid="_x0000_s1036" type="#_x0000_t202" style="position:absolute;top:3429;width:6927;height:6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F22C36" w:rsidRPr="00F22C36" w:rsidRDefault="00F22C36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22C36">
                            <w:rPr>
                              <w:sz w:val="32"/>
                              <w:szCs w:val="32"/>
                            </w:rPr>
                            <w:t>B‘</w:t>
                          </w:r>
                        </w:p>
                      </w:txbxContent>
                    </v:textbox>
                  </v:shape>
                  <v:shape id="Textfeld 2" o:spid="_x0000_s1037" type="#_x0000_t202" style="position:absolute;left:24288;width:7474;height:6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:rsidR="00F22C36" w:rsidRPr="00F22C36" w:rsidRDefault="007E3FE3" w:rsidP="00F22C36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A</w:t>
                          </w:r>
                          <w:r w:rsidR="00F22C36" w:rsidRPr="00F22C36">
                            <w:rPr>
                              <w:sz w:val="32"/>
                              <w:szCs w:val="32"/>
                            </w:rPr>
                            <w:t>‘</w:t>
                          </w:r>
                        </w:p>
                      </w:txbxContent>
                    </v:textbox>
                  </v:shape>
                  <v:line id="Gerader Verbinder 8" o:spid="_x0000_s1038" style="position:absolute;flip:y;visibility:visible;mso-wrap-style:square" from="2667,1333" to="23876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" strokecolor="black [3040]" strokeweight="3pt"/>
                </v:group>
              </v:group>
            </w:pict>
          </mc:Fallback>
        </mc:AlternateContent>
      </w:r>
      <w:r w:rsidR="00F22C36" w:rsidRPr="00F22C36">
        <w:rPr>
          <w:sz w:val="32"/>
          <w:szCs w:val="32"/>
        </w:rPr>
        <w:t>a)</w:t>
      </w:r>
      <w:r w:rsidR="00F22C36" w:rsidRPr="00F22C36">
        <w:rPr>
          <w:sz w:val="32"/>
          <w:szCs w:val="32"/>
        </w:rPr>
        <w:tab/>
        <w:t>Vervollständige die Spiegelung.</w:t>
      </w:r>
    </w:p>
    <w:p w:rsidR="00F22C36" w:rsidRPr="00F22C36" w:rsidRDefault="00F22C36" w:rsidP="00F22C36">
      <w:pPr>
        <w:spacing w:line="360" w:lineRule="auto"/>
        <w:jc w:val="center"/>
        <w:rPr>
          <w:rFonts w:eastAsia="Calibri"/>
          <w:sz w:val="32"/>
          <w:szCs w:val="32"/>
        </w:rPr>
      </w:pPr>
    </w:p>
    <w:p w:rsidR="003B450E" w:rsidRPr="00F22C36" w:rsidRDefault="003B450E" w:rsidP="00F22C36">
      <w:pPr>
        <w:spacing w:after="0"/>
      </w:pPr>
    </w:p>
    <w:sectPr w:rsidR="003B450E" w:rsidRPr="00F22C3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55845"/>
    <w:rsid w:val="00232126"/>
    <w:rsid w:val="003B450E"/>
    <w:rsid w:val="004B595C"/>
    <w:rsid w:val="006C2C59"/>
    <w:rsid w:val="007E3FE3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DB4EA6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403A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71C9-059C-4955-BA36-850432D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</cp:revision>
  <dcterms:created xsi:type="dcterms:W3CDTF">2022-04-13T12:01:00Z</dcterms:created>
  <dcterms:modified xsi:type="dcterms:W3CDTF">2022-04-13T12:06:00Z</dcterms:modified>
</cp:coreProperties>
</file>